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F14" w:rsidRPr="00B23F14" w:rsidRDefault="00B23F14" w:rsidP="00B23F14">
      <w:pPr>
        <w:pStyle w:val="Nagwek1"/>
        <w:spacing w:before="0" w:after="0"/>
        <w:jc w:val="left"/>
        <w:rPr>
          <w:rFonts w:ascii="Arial" w:hAnsi="Arial" w:cs="Arial"/>
          <w:sz w:val="24"/>
          <w:szCs w:val="24"/>
        </w:rPr>
      </w:pPr>
      <w:r w:rsidRPr="00B23F14">
        <w:rPr>
          <w:rFonts w:ascii="Arial" w:hAnsi="Arial" w:cs="Arial"/>
          <w:sz w:val="24"/>
          <w:szCs w:val="24"/>
        </w:rPr>
        <w:t>Załącznik nr 3 do Regulaminu</w:t>
      </w:r>
    </w:p>
    <w:p w:rsidR="00F15669" w:rsidRPr="00B23F14" w:rsidRDefault="00BE53E2" w:rsidP="00B23F14">
      <w:pPr>
        <w:pStyle w:val="Nagwek1"/>
        <w:spacing w:before="0" w:after="0"/>
        <w:jc w:val="left"/>
        <w:rPr>
          <w:rFonts w:ascii="Arial" w:hAnsi="Arial" w:cs="Arial"/>
          <w:sz w:val="24"/>
          <w:szCs w:val="24"/>
        </w:rPr>
      </w:pPr>
      <w:r w:rsidRPr="00B23F14">
        <w:rPr>
          <w:rFonts w:ascii="Arial" w:hAnsi="Arial" w:cs="Arial"/>
          <w:sz w:val="24"/>
          <w:szCs w:val="24"/>
        </w:rPr>
        <w:t xml:space="preserve">Klauzula informacyjna </w:t>
      </w:r>
      <w:r w:rsidR="00F15669" w:rsidRPr="00B23F14">
        <w:rPr>
          <w:rFonts w:ascii="Arial" w:hAnsi="Arial" w:cs="Arial"/>
          <w:sz w:val="24"/>
          <w:szCs w:val="24"/>
        </w:rPr>
        <w:t xml:space="preserve">dotycząca udziału w projekcie </w:t>
      </w:r>
    </w:p>
    <w:p w:rsidR="009838B3" w:rsidRPr="009838B3" w:rsidRDefault="009838B3" w:rsidP="009838B3"/>
    <w:p w:rsidR="00FE58D9" w:rsidRPr="00B165BE" w:rsidRDefault="00986527" w:rsidP="009838B3">
      <w:pPr>
        <w:pStyle w:val="Nagwek2"/>
        <w:spacing w:before="0" w:after="0"/>
        <w:rPr>
          <w:rFonts w:ascii="Arial" w:hAnsi="Arial" w:cs="Arial"/>
          <w:sz w:val="24"/>
          <w:szCs w:val="24"/>
        </w:rPr>
      </w:pPr>
      <w:r w:rsidRPr="00B165BE">
        <w:rPr>
          <w:rFonts w:ascii="Arial" w:hAnsi="Arial" w:cs="Arial"/>
          <w:sz w:val="24"/>
          <w:szCs w:val="24"/>
        </w:rPr>
        <w:t xml:space="preserve">Dane osobowe </w:t>
      </w:r>
    </w:p>
    <w:p w:rsidR="001024D1" w:rsidRPr="00B23F14" w:rsidRDefault="001024D1" w:rsidP="00A10BC2">
      <w:pPr>
        <w:spacing w:after="60"/>
        <w:ind w:right="-144"/>
        <w:rPr>
          <w:rFonts w:ascii="Arial" w:hAnsi="Arial" w:cs="Arial"/>
        </w:rPr>
      </w:pPr>
      <w:r w:rsidRPr="00B23F14">
        <w:rPr>
          <w:rFonts w:ascii="Arial" w:hAnsi="Arial" w:cs="Arial"/>
        </w:rPr>
        <w:t>W związku z przystąpieniem do projektu pn.</w:t>
      </w:r>
      <w:r w:rsidR="00172BEC" w:rsidRPr="00B23F14">
        <w:rPr>
          <w:rFonts w:ascii="Arial" w:hAnsi="Arial" w:cs="Arial"/>
        </w:rPr>
        <w:t xml:space="preserve"> </w:t>
      </w:r>
      <w:r w:rsidR="00E90EF0" w:rsidRPr="00B23F14">
        <w:rPr>
          <w:rFonts w:ascii="Arial" w:hAnsi="Arial" w:cs="Arial"/>
        </w:rPr>
        <w:t>„</w:t>
      </w:r>
      <w:r w:rsidR="009838B3" w:rsidRPr="00B23F14">
        <w:rPr>
          <w:rFonts w:ascii="Arial" w:hAnsi="Arial" w:cs="Arial"/>
        </w:rPr>
        <w:t>Sieć wsparcia migrantów w powiecie malborskim</w:t>
      </w:r>
      <w:r w:rsidR="00E90EF0" w:rsidRPr="00B23F14">
        <w:rPr>
          <w:rFonts w:cs="Arial"/>
          <w:kern w:val="2"/>
        </w:rPr>
        <w:t xml:space="preserve">” </w:t>
      </w:r>
      <w:r w:rsidRPr="00B23F14">
        <w:rPr>
          <w:rFonts w:ascii="Arial" w:hAnsi="Arial" w:cs="Arial"/>
        </w:rPr>
        <w:t>przyjmuję do wiadomości, iż:</w:t>
      </w:r>
    </w:p>
    <w:p w:rsidR="00DF1E6A" w:rsidRPr="00B23F14" w:rsidRDefault="001024D1" w:rsidP="00DF1E6A">
      <w:pPr>
        <w:pStyle w:val="Akapitzlist"/>
        <w:numPr>
          <w:ilvl w:val="0"/>
          <w:numId w:val="6"/>
        </w:numPr>
        <w:spacing w:before="120"/>
        <w:ind w:left="567" w:hanging="425"/>
        <w:contextualSpacing w:val="0"/>
        <w:rPr>
          <w:rFonts w:ascii="Arial" w:hAnsi="Arial" w:cs="Arial"/>
        </w:rPr>
      </w:pPr>
      <w:r w:rsidRPr="00B23F14">
        <w:rPr>
          <w:rFonts w:ascii="Arial" w:hAnsi="Arial" w:cs="Arial"/>
        </w:rPr>
        <w:t>Administratorem moich danych osobowych jest</w:t>
      </w:r>
      <w:r w:rsidR="00925121" w:rsidRPr="00B23F14">
        <w:rPr>
          <w:rFonts w:ascii="Arial" w:hAnsi="Arial" w:cs="Arial"/>
        </w:rPr>
        <w:t xml:space="preserve"> </w:t>
      </w:r>
      <w:r w:rsidR="006A42F7">
        <w:rPr>
          <w:rFonts w:ascii="Arial" w:hAnsi="Arial" w:cs="Arial"/>
        </w:rPr>
        <w:t>I Liceum Ogólnokształcące im. Henryka Sienkiewicza w Malborku</w:t>
      </w:r>
      <w:r w:rsidR="00B165BE" w:rsidRPr="00B23F14">
        <w:rPr>
          <w:rFonts w:ascii="Arial" w:hAnsi="Arial" w:cs="Arial"/>
        </w:rPr>
        <w:t>,</w:t>
      </w:r>
      <w:r w:rsidRPr="00B23F14">
        <w:rPr>
          <w:rFonts w:ascii="Arial" w:hAnsi="Arial" w:cs="Arial"/>
        </w:rPr>
        <w:t xml:space="preserve"> </w:t>
      </w:r>
      <w:r w:rsidR="006A0CD1" w:rsidRPr="00B23F14">
        <w:rPr>
          <w:rFonts w:ascii="Arial" w:hAnsi="Arial" w:cs="Arial"/>
        </w:rPr>
        <w:t xml:space="preserve">pełniący </w:t>
      </w:r>
      <w:r w:rsidRPr="00B23F14">
        <w:rPr>
          <w:rFonts w:ascii="Arial" w:hAnsi="Arial" w:cs="Arial"/>
        </w:rPr>
        <w:t xml:space="preserve">funkcję </w:t>
      </w:r>
      <w:r w:rsidR="00925121" w:rsidRPr="00B23F14">
        <w:rPr>
          <w:rFonts w:ascii="Arial" w:hAnsi="Arial" w:cs="Arial"/>
        </w:rPr>
        <w:t>Realizatora</w:t>
      </w:r>
      <w:r w:rsidRPr="00B23F14">
        <w:rPr>
          <w:rFonts w:ascii="Arial" w:hAnsi="Arial" w:cs="Arial"/>
        </w:rPr>
        <w:t xml:space="preserve"> projektu numer</w:t>
      </w:r>
      <w:r w:rsidR="009838B3" w:rsidRPr="00B23F14">
        <w:rPr>
          <w:rFonts w:ascii="Arial" w:hAnsi="Arial" w:cs="Arial"/>
        </w:rPr>
        <w:t xml:space="preserve"> </w:t>
      </w:r>
      <w:r w:rsidR="009838B3" w:rsidRPr="00B23F14">
        <w:rPr>
          <w:rStyle w:val="mat-tooltip-trigger"/>
          <w:rFonts w:ascii="Arial" w:hAnsi="Arial" w:cs="Arial"/>
        </w:rPr>
        <w:t xml:space="preserve">FEPM.05.16-IZ.00-0001/25 </w:t>
      </w:r>
      <w:r w:rsidR="009838B3" w:rsidRPr="00B23F14">
        <w:rPr>
          <w:rFonts w:ascii="Arial" w:hAnsi="Arial" w:cs="Arial"/>
          <w:kern w:val="2"/>
        </w:rPr>
        <w:t xml:space="preserve">pn. </w:t>
      </w:r>
      <w:r w:rsidR="009838B3" w:rsidRPr="00B23F14">
        <w:rPr>
          <w:rFonts w:ascii="Arial" w:hAnsi="Arial" w:cs="Arial"/>
          <w:color w:val="000000"/>
        </w:rPr>
        <w:t>„</w:t>
      </w:r>
      <w:r w:rsidR="009838B3" w:rsidRPr="00B23F14">
        <w:rPr>
          <w:rFonts w:ascii="Arial" w:hAnsi="Arial" w:cs="Arial"/>
        </w:rPr>
        <w:t>Sieć wsparcia migrantów w powiecie malborskim</w:t>
      </w:r>
      <w:r w:rsidR="009838B3" w:rsidRPr="00B23F14">
        <w:rPr>
          <w:rStyle w:val="mat-tooltip-trigger"/>
          <w:rFonts w:ascii="Arial" w:hAnsi="Arial" w:cs="Arial"/>
        </w:rPr>
        <w:t xml:space="preserve">“ </w:t>
      </w:r>
      <w:r w:rsidR="00EB756E" w:rsidRPr="00B23F14">
        <w:rPr>
          <w:rStyle w:val="readonly-form-field-value"/>
          <w:rFonts w:ascii="Arial" w:hAnsi="Arial" w:cs="Arial"/>
        </w:rPr>
        <w:t xml:space="preserve">mający siedzibę </w:t>
      </w:r>
      <w:r w:rsidR="006A42F7">
        <w:rPr>
          <w:rStyle w:val="readonly-form-field-value"/>
          <w:rFonts w:ascii="Arial" w:hAnsi="Arial" w:cs="Arial"/>
        </w:rPr>
        <w:t>ul. 17 Marca 6, 82-200 Malbork.</w:t>
      </w:r>
    </w:p>
    <w:p w:rsidR="006A42F7" w:rsidRPr="006A42F7" w:rsidRDefault="00DF1E6A" w:rsidP="006A42F7">
      <w:pPr>
        <w:pStyle w:val="Akapitzlist"/>
        <w:numPr>
          <w:ilvl w:val="0"/>
          <w:numId w:val="6"/>
        </w:numPr>
        <w:spacing w:before="120"/>
        <w:ind w:left="567" w:hanging="425"/>
        <w:contextualSpacing w:val="0"/>
        <w:rPr>
          <w:rFonts w:ascii="Arial" w:hAnsi="Arial" w:cs="Arial"/>
        </w:rPr>
      </w:pPr>
      <w:r w:rsidRPr="00BF7E6C">
        <w:rPr>
          <w:rFonts w:ascii="Arial" w:hAnsi="Arial" w:cs="Arial"/>
        </w:rPr>
        <w:t xml:space="preserve">Mogę skontaktować się z Inspektorem Ochrony Danych wysyłając wiadomość na adres poczty elektronicznej: </w:t>
      </w:r>
      <w:r w:rsidR="006A42F7">
        <w:rPr>
          <w:rFonts w:ascii="Arial" w:hAnsi="Arial" w:cs="Arial"/>
        </w:rPr>
        <w:t>iod@mainsoft.pl.</w:t>
      </w:r>
    </w:p>
    <w:p w:rsidR="00420B8A" w:rsidRPr="00B165BE" w:rsidRDefault="001024D1" w:rsidP="006A42F7">
      <w:pPr>
        <w:pStyle w:val="Akapitzlist"/>
        <w:numPr>
          <w:ilvl w:val="0"/>
          <w:numId w:val="6"/>
        </w:numPr>
        <w:spacing w:before="120"/>
        <w:ind w:left="567" w:hanging="425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>Przetwarzanie moich danych osobowych jest zgodne z prawem i spełnia warunki, o</w:t>
      </w:r>
      <w:r w:rsidR="00936451" w:rsidRPr="00B165BE">
        <w:rPr>
          <w:rFonts w:ascii="Arial" w:hAnsi="Arial" w:cs="Arial"/>
        </w:rPr>
        <w:t> </w:t>
      </w:r>
      <w:r w:rsidRPr="00B165BE">
        <w:rPr>
          <w:rFonts w:ascii="Arial" w:hAnsi="Arial" w:cs="Arial"/>
        </w:rPr>
        <w:t>których mowa art. 6 ust. 1 l</w:t>
      </w:r>
      <w:r w:rsidR="000D40D7">
        <w:rPr>
          <w:rFonts w:ascii="Arial" w:hAnsi="Arial" w:cs="Arial"/>
        </w:rPr>
        <w:t xml:space="preserve">it. c oraz art. 9 ust. 2 lit. G </w:t>
      </w:r>
      <w:r w:rsidRPr="00B165BE">
        <w:rPr>
          <w:rFonts w:ascii="Arial" w:hAnsi="Arial" w:cs="Arial"/>
        </w:rPr>
        <w:t>Rozporządzenia Parlamentu Europejskiego i Rady (UE) 2016/679</w:t>
      </w:r>
      <w:r w:rsidR="007163A8" w:rsidRPr="00B165BE">
        <w:rPr>
          <w:rFonts w:ascii="Arial" w:hAnsi="Arial" w:cs="Arial"/>
        </w:rPr>
        <w:t xml:space="preserve"> </w:t>
      </w:r>
      <w:r w:rsidRPr="00B165BE">
        <w:rPr>
          <w:rFonts w:ascii="Arial" w:hAnsi="Arial" w:cs="Arial"/>
          <w:bCs/>
        </w:rPr>
        <w:t>dane osobowe są niezbędne dla realizacji Programu Fundusze Europejskie dla Pomorza 2021-2027 na podstawie:</w:t>
      </w:r>
    </w:p>
    <w:p w:rsidR="00420B8A" w:rsidRPr="00B165BE" w:rsidRDefault="0060576F" w:rsidP="00DF1E6A">
      <w:pPr>
        <w:pStyle w:val="Akapitzlist"/>
        <w:numPr>
          <w:ilvl w:val="1"/>
          <w:numId w:val="17"/>
        </w:numPr>
        <w:spacing w:before="120"/>
        <w:ind w:left="993" w:hanging="426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>Rozporządzenia Parlamentu Europejskiego i Rady (UE) nr 2021/1060 z dnia 24 czerwca 2021 r. ustanawiającego wspólne przepisy dotyczące Europejskiego Funduszu Rozwoju Regionalnego, Europejskiego Funduszu Społecznego Plus, Funduszu Spójności, Europejskiego Funduszu na rzecz Sprawiedliwej Transformacji oraz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</w:t>
      </w:r>
      <w:r w:rsidR="004737E3" w:rsidRPr="00B165BE">
        <w:rPr>
          <w:rFonts w:ascii="Arial" w:hAnsi="Arial" w:cs="Arial"/>
        </w:rPr>
        <w:t> </w:t>
      </w:r>
      <w:r w:rsidRPr="00B165BE">
        <w:rPr>
          <w:rFonts w:ascii="Arial" w:hAnsi="Arial" w:cs="Arial"/>
        </w:rPr>
        <w:t>Urz.</w:t>
      </w:r>
      <w:r w:rsidR="004737E3" w:rsidRPr="00B165BE">
        <w:rPr>
          <w:rFonts w:ascii="Arial" w:hAnsi="Arial" w:cs="Arial"/>
        </w:rPr>
        <w:t> </w:t>
      </w:r>
      <w:r w:rsidRPr="00B165BE">
        <w:rPr>
          <w:rFonts w:ascii="Arial" w:hAnsi="Arial" w:cs="Arial"/>
        </w:rPr>
        <w:t>UE L 231 z 30.06.202</w:t>
      </w:r>
      <w:r w:rsidR="00B4386B" w:rsidRPr="00B165BE">
        <w:rPr>
          <w:rFonts w:ascii="Arial" w:hAnsi="Arial" w:cs="Arial"/>
        </w:rPr>
        <w:t>1</w:t>
      </w:r>
      <w:r w:rsidRPr="00B165BE">
        <w:rPr>
          <w:rFonts w:ascii="Arial" w:hAnsi="Arial" w:cs="Arial"/>
        </w:rPr>
        <w:t xml:space="preserve">, str. 159, z </w:t>
      </w:r>
      <w:proofErr w:type="spellStart"/>
      <w:r w:rsidRPr="00B165BE">
        <w:rPr>
          <w:rFonts w:ascii="Arial" w:hAnsi="Arial" w:cs="Arial"/>
        </w:rPr>
        <w:t>późn</w:t>
      </w:r>
      <w:proofErr w:type="spellEnd"/>
      <w:r w:rsidRPr="00B165BE">
        <w:rPr>
          <w:rFonts w:ascii="Arial" w:hAnsi="Arial" w:cs="Arial"/>
        </w:rPr>
        <w:t>. zm.),</w:t>
      </w:r>
    </w:p>
    <w:p w:rsidR="00420B8A" w:rsidRPr="00B165BE" w:rsidRDefault="0060576F" w:rsidP="00DF1E6A">
      <w:pPr>
        <w:pStyle w:val="Akapitzlist"/>
        <w:numPr>
          <w:ilvl w:val="1"/>
          <w:numId w:val="17"/>
        </w:numPr>
        <w:spacing w:before="120"/>
        <w:ind w:left="993" w:hanging="426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>Rozporządzenia Parlamentu Europejskiego i Rady (UE) nr 2021/1057 z dnia 24</w:t>
      </w:r>
      <w:r w:rsidR="00A22672" w:rsidRPr="00B165BE">
        <w:rPr>
          <w:rFonts w:ascii="Arial" w:hAnsi="Arial" w:cs="Arial"/>
        </w:rPr>
        <w:t> </w:t>
      </w:r>
      <w:r w:rsidRPr="00B165BE">
        <w:rPr>
          <w:rFonts w:ascii="Arial" w:hAnsi="Arial" w:cs="Arial"/>
        </w:rPr>
        <w:t>czerwca 2021 r. ustanawiające Europejski Fundusz Społeczny Plus (EFS+) oraz uchylające rozporządzenie (UE) nr 1296/2013 (Dz. Urz. UE L 231 z 30.06.2021, str.</w:t>
      </w:r>
      <w:r w:rsidR="00A22672" w:rsidRPr="00B165BE">
        <w:rPr>
          <w:rFonts w:ascii="Arial" w:hAnsi="Arial" w:cs="Arial"/>
        </w:rPr>
        <w:t> </w:t>
      </w:r>
      <w:r w:rsidRPr="00B165BE">
        <w:rPr>
          <w:rFonts w:ascii="Arial" w:hAnsi="Arial" w:cs="Arial"/>
        </w:rPr>
        <w:t xml:space="preserve">21), </w:t>
      </w:r>
    </w:p>
    <w:p w:rsidR="00420B8A" w:rsidRPr="00B165BE" w:rsidRDefault="0060576F" w:rsidP="00DF1E6A">
      <w:pPr>
        <w:pStyle w:val="Akapitzlist"/>
        <w:numPr>
          <w:ilvl w:val="1"/>
          <w:numId w:val="17"/>
        </w:numPr>
        <w:spacing w:before="120"/>
        <w:ind w:left="993" w:hanging="426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>Ustawy z dnia 28 kwietnia 2022</w:t>
      </w:r>
      <w:r w:rsidR="00B82FF8">
        <w:rPr>
          <w:rFonts w:ascii="Arial" w:hAnsi="Arial" w:cs="Arial"/>
        </w:rPr>
        <w:t xml:space="preserve"> r. o zasadach realizacji zadań </w:t>
      </w:r>
      <w:r w:rsidRPr="00B165BE">
        <w:rPr>
          <w:rFonts w:ascii="Arial" w:hAnsi="Arial" w:cs="Arial"/>
        </w:rPr>
        <w:t>finansowanych ze</w:t>
      </w:r>
      <w:r w:rsidR="00A22672" w:rsidRPr="00B165BE">
        <w:rPr>
          <w:rFonts w:ascii="Arial" w:hAnsi="Arial" w:cs="Arial"/>
        </w:rPr>
        <w:t> </w:t>
      </w:r>
      <w:r w:rsidRPr="00B165BE">
        <w:rPr>
          <w:rFonts w:ascii="Arial" w:hAnsi="Arial" w:cs="Arial"/>
        </w:rPr>
        <w:t>środków europejskich w perspektywie finansowej 2021-2027 (Dz. U. poz. 1079)</w:t>
      </w:r>
      <w:r w:rsidR="00A22672" w:rsidRPr="00B165BE">
        <w:rPr>
          <w:rFonts w:ascii="Arial" w:hAnsi="Arial" w:cs="Arial"/>
        </w:rPr>
        <w:t>.</w:t>
      </w:r>
    </w:p>
    <w:p w:rsidR="001E08F1" w:rsidRPr="00B165BE" w:rsidRDefault="0060576F" w:rsidP="006A42F7">
      <w:pPr>
        <w:pStyle w:val="Akapitzlist"/>
        <w:numPr>
          <w:ilvl w:val="0"/>
          <w:numId w:val="6"/>
        </w:numPr>
        <w:spacing w:before="120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>Moje dane osobowe będą przetwarzane wyłącznie w celu:</w:t>
      </w:r>
    </w:p>
    <w:p w:rsidR="001E08F1" w:rsidRPr="00B165BE" w:rsidRDefault="0060576F" w:rsidP="006A42F7">
      <w:pPr>
        <w:pStyle w:val="Akapitzlist"/>
        <w:numPr>
          <w:ilvl w:val="0"/>
          <w:numId w:val="18"/>
        </w:numPr>
        <w:spacing w:before="120"/>
        <w:ind w:left="993" w:hanging="426"/>
        <w:contextualSpacing w:val="0"/>
        <w:rPr>
          <w:rFonts w:ascii="Arial" w:hAnsi="Arial" w:cs="Arial"/>
        </w:rPr>
      </w:pPr>
      <w:bookmarkStart w:id="0" w:name="_GoBack"/>
      <w:bookmarkEnd w:id="0"/>
      <w:r w:rsidRPr="00B165BE">
        <w:rPr>
          <w:rFonts w:ascii="Arial" w:hAnsi="Arial" w:cs="Arial"/>
        </w:rPr>
        <w:t>Udzielenia wsparcia uczestnikom projektu z uwzględnieniem rekrutacji, działań informacyjnych, monitorowania, sprawozdawczości, ewaluacji, kontroli i audytu prowadzonych w zakresie Projektu EFS+,</w:t>
      </w:r>
    </w:p>
    <w:p w:rsidR="001E08F1" w:rsidRPr="00B165BE" w:rsidRDefault="0060576F" w:rsidP="006A42F7">
      <w:pPr>
        <w:pStyle w:val="Akapitzlist"/>
        <w:numPr>
          <w:ilvl w:val="0"/>
          <w:numId w:val="18"/>
        </w:numPr>
        <w:spacing w:before="120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lastRenderedPageBreak/>
        <w:t>Realizacji Projektu EFS+, w szczególności potwierdzania kwalifikowalności wydatków, udzielania wsparcia uczestnikom Projektu EFS+, ewaluacji, monitoringu, kontroli, audytu, sprawozdawczości oraz działań informacyjno-promocyjnych w ramach Programu.</w:t>
      </w:r>
    </w:p>
    <w:p w:rsidR="00DF1E6A" w:rsidRPr="00B23F14" w:rsidRDefault="009838B3" w:rsidP="006A42F7">
      <w:pPr>
        <w:numPr>
          <w:ilvl w:val="0"/>
          <w:numId w:val="6"/>
        </w:numPr>
        <w:spacing w:before="100" w:after="100"/>
        <w:rPr>
          <w:rFonts w:ascii="Arial" w:hAnsi="Arial" w:cs="Arial"/>
          <w:color w:val="FF0000"/>
        </w:rPr>
      </w:pPr>
      <w:r w:rsidRPr="00B23F14">
        <w:rPr>
          <w:rFonts w:ascii="Arial" w:eastAsia="Arial" w:hAnsi="Arial" w:cs="Arial"/>
          <w:color w:val="000000"/>
        </w:rPr>
        <w:t xml:space="preserve">Moje dane osobowe </w:t>
      </w:r>
      <w:r w:rsidR="00FD608F" w:rsidRPr="00B23F14">
        <w:rPr>
          <w:rFonts w:ascii="Arial" w:eastAsia="Arial" w:hAnsi="Arial" w:cs="Arial"/>
          <w:color w:val="000000"/>
        </w:rPr>
        <w:t>mogą zostać przekazane innym podmiotom realizującym projekt</w:t>
      </w:r>
      <w:r w:rsidR="00B23F14">
        <w:rPr>
          <w:rFonts w:ascii="Arial" w:hAnsi="Arial" w:cs="Arial"/>
        </w:rPr>
        <w:t xml:space="preserve"> </w:t>
      </w:r>
      <w:r w:rsidR="00593C3B" w:rsidRPr="00B23F14">
        <w:rPr>
          <w:rFonts w:ascii="Arial" w:hAnsi="Arial" w:cs="Arial"/>
        </w:rPr>
        <w:t>pn</w:t>
      </w:r>
      <w:r w:rsidR="00B23F14" w:rsidRPr="00B23F14">
        <w:rPr>
          <w:rFonts w:ascii="Arial" w:hAnsi="Arial" w:cs="Arial"/>
        </w:rPr>
        <w:t xml:space="preserve">. „Sieć wsparcia migrantów w powiecie malborskim”. </w:t>
      </w:r>
    </w:p>
    <w:p w:rsidR="001E08F1" w:rsidRPr="00DF1E6A" w:rsidRDefault="001024D1" w:rsidP="006A42F7">
      <w:pPr>
        <w:numPr>
          <w:ilvl w:val="0"/>
          <w:numId w:val="6"/>
        </w:numPr>
        <w:spacing w:before="100" w:after="100"/>
        <w:rPr>
          <w:rFonts w:ascii="Arial" w:hAnsi="Arial" w:cs="Arial"/>
          <w:color w:val="FF0000"/>
        </w:rPr>
      </w:pPr>
      <w:r w:rsidRPr="00DF1E6A">
        <w:rPr>
          <w:rFonts w:ascii="Arial" w:hAnsi="Arial" w:cs="Arial"/>
        </w:rPr>
        <w:t xml:space="preserve">Moje dane osobowe mogą zostać </w:t>
      </w:r>
      <w:r w:rsidR="00A35115" w:rsidRPr="00DF1E6A">
        <w:rPr>
          <w:rFonts w:ascii="Arial" w:hAnsi="Arial" w:cs="Arial"/>
        </w:rPr>
        <w:t>udostępnione</w:t>
      </w:r>
      <w:r w:rsidRPr="00DF1E6A">
        <w:rPr>
          <w:rFonts w:ascii="Arial" w:hAnsi="Arial" w:cs="Arial"/>
        </w:rPr>
        <w:t xml:space="preserve"> podmiotom realizującym badania ewaluacyjne</w:t>
      </w:r>
      <w:r w:rsidR="00A35115" w:rsidRPr="00DF1E6A">
        <w:rPr>
          <w:rFonts w:ascii="Arial" w:hAnsi="Arial" w:cs="Arial"/>
        </w:rPr>
        <w:t xml:space="preserve"> lub kontrole i audyt </w:t>
      </w:r>
      <w:r w:rsidR="0048498A" w:rsidRPr="00DF1E6A">
        <w:rPr>
          <w:rFonts w:ascii="Arial" w:hAnsi="Arial" w:cs="Arial"/>
        </w:rPr>
        <w:t xml:space="preserve">w ramach </w:t>
      </w:r>
      <w:r w:rsidR="00A35115" w:rsidRPr="00DF1E6A">
        <w:rPr>
          <w:rFonts w:ascii="Arial" w:hAnsi="Arial" w:cs="Arial"/>
        </w:rPr>
        <w:t>FEP 2021-2027</w:t>
      </w:r>
      <w:r w:rsidR="00F54D93" w:rsidRPr="00DF1E6A">
        <w:rPr>
          <w:rFonts w:ascii="Arial" w:hAnsi="Arial" w:cs="Arial"/>
        </w:rPr>
        <w:t xml:space="preserve"> </w:t>
      </w:r>
      <w:r w:rsidR="0048498A" w:rsidRPr="00DF1E6A">
        <w:rPr>
          <w:rFonts w:ascii="Arial" w:hAnsi="Arial" w:cs="Arial"/>
        </w:rPr>
        <w:t xml:space="preserve">na zlecenie </w:t>
      </w:r>
      <w:r w:rsidR="00F54D93" w:rsidRPr="00DF1E6A">
        <w:rPr>
          <w:rFonts w:ascii="Arial" w:hAnsi="Arial" w:cs="Arial"/>
        </w:rPr>
        <w:t xml:space="preserve">Instytucji Pośredniczącej, Instytucji Zarządzającej lub Beneficjenta. </w:t>
      </w:r>
      <w:r w:rsidRPr="00DF1E6A">
        <w:rPr>
          <w:rFonts w:ascii="Arial" w:hAnsi="Arial" w:cs="Arial"/>
        </w:rPr>
        <w:t xml:space="preserve"> Moje dane osobowe mogą zostać również powierzone</w:t>
      </w:r>
      <w:r w:rsidRPr="00DF1E6A" w:rsidDel="00C15DCC">
        <w:rPr>
          <w:rFonts w:ascii="Arial" w:hAnsi="Arial" w:cs="Arial"/>
        </w:rPr>
        <w:t xml:space="preserve"> </w:t>
      </w:r>
      <w:r w:rsidRPr="00DF1E6A">
        <w:rPr>
          <w:rFonts w:ascii="Arial" w:hAnsi="Arial" w:cs="Arial"/>
        </w:rPr>
        <w:t xml:space="preserve">specjalistycznym firmom, realizującym na zlecenie Instytucji Zarządzającej, Instytucji Pośredniczącej oraz </w:t>
      </w:r>
      <w:r w:rsidR="00556CB7" w:rsidRPr="00DF1E6A">
        <w:rPr>
          <w:rFonts w:ascii="Arial" w:hAnsi="Arial" w:cs="Arial"/>
        </w:rPr>
        <w:t>B</w:t>
      </w:r>
      <w:r w:rsidRPr="00DF1E6A">
        <w:rPr>
          <w:rFonts w:ascii="Arial" w:hAnsi="Arial" w:cs="Arial"/>
        </w:rPr>
        <w:t xml:space="preserve">eneficjenta kontrole i audyt w ramach </w:t>
      </w:r>
      <w:r w:rsidR="00F54D93" w:rsidRPr="00DF1E6A">
        <w:rPr>
          <w:rFonts w:ascii="Arial" w:hAnsi="Arial" w:cs="Arial"/>
        </w:rPr>
        <w:t>FEP 2021-2027</w:t>
      </w:r>
      <w:r w:rsidRPr="00DF1E6A">
        <w:rPr>
          <w:rFonts w:ascii="Arial" w:hAnsi="Arial" w:cs="Arial"/>
        </w:rPr>
        <w:t>.</w:t>
      </w:r>
    </w:p>
    <w:p w:rsidR="001E08F1" w:rsidRPr="00B165BE" w:rsidRDefault="001024D1" w:rsidP="006A42F7">
      <w:pPr>
        <w:pStyle w:val="Akapitzlist"/>
        <w:numPr>
          <w:ilvl w:val="0"/>
          <w:numId w:val="6"/>
        </w:numPr>
        <w:spacing w:before="120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>Podanie danych jest warunkiem koniecznym otrzymania wsparcia, odmowa ich podania jest równoznaczna z brakiem możliwości udzielenia wsparcia w ramach projektu.</w:t>
      </w:r>
    </w:p>
    <w:p w:rsidR="001E08F1" w:rsidRPr="00B165BE" w:rsidRDefault="001024D1" w:rsidP="006A42F7">
      <w:pPr>
        <w:pStyle w:val="Akapitzlist"/>
        <w:numPr>
          <w:ilvl w:val="0"/>
          <w:numId w:val="6"/>
        </w:numPr>
        <w:spacing w:before="120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>W ciągu 4 tygodni po zakończeniu udziału w projekcie udostępnię dane dot. mojego statusu na rynku pracy oraz informacje nt. udziału w kształceniu lub szkoleniu oraz uzyskania kwalifikacji lub nabycia kompetencji.</w:t>
      </w:r>
    </w:p>
    <w:p w:rsidR="001E08F1" w:rsidRPr="00B165BE" w:rsidRDefault="00F54D93" w:rsidP="006A42F7">
      <w:pPr>
        <w:pStyle w:val="Akapitzlist"/>
        <w:numPr>
          <w:ilvl w:val="0"/>
          <w:numId w:val="6"/>
        </w:numPr>
        <w:spacing w:before="120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>Moje dane osobowe będą przetwarzane w Centralnym Systemie Teleinformatycznym CST2021 zgodnie z Wytycznymi w zakresie warunków gromadzenia i przekazywania danych w postaci elektronicznej na lata 2021-2027.</w:t>
      </w:r>
    </w:p>
    <w:p w:rsidR="001E08F1" w:rsidRPr="00B165BE" w:rsidRDefault="00F54D93" w:rsidP="006A42F7">
      <w:pPr>
        <w:pStyle w:val="Akapitzlist"/>
        <w:numPr>
          <w:ilvl w:val="0"/>
          <w:numId w:val="6"/>
        </w:numPr>
        <w:spacing w:before="120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 xml:space="preserve">Moje dane </w:t>
      </w:r>
      <w:r w:rsidR="00992830" w:rsidRPr="00B165BE">
        <w:rPr>
          <w:rFonts w:ascii="Arial" w:hAnsi="Arial" w:cs="Arial"/>
        </w:rPr>
        <w:t xml:space="preserve">osobowe </w:t>
      </w:r>
      <w:r w:rsidRPr="00B165BE">
        <w:rPr>
          <w:rFonts w:ascii="Arial" w:hAnsi="Arial" w:cs="Arial"/>
        </w:rPr>
        <w:t xml:space="preserve">będą przechowywane do czasu rozliczenia Programu Fundusze Europejskie dla Pomorza 2021-2027 oraz </w:t>
      </w:r>
      <w:r w:rsidR="006E1CBA" w:rsidRPr="00B165BE">
        <w:rPr>
          <w:rFonts w:ascii="Arial" w:hAnsi="Arial" w:cs="Arial"/>
        </w:rPr>
        <w:t xml:space="preserve">do </w:t>
      </w:r>
      <w:r w:rsidRPr="00B165BE">
        <w:rPr>
          <w:rFonts w:ascii="Arial" w:hAnsi="Arial" w:cs="Arial"/>
        </w:rPr>
        <w:t xml:space="preserve">zakończenia archiwizowania dokumentacji. </w:t>
      </w:r>
    </w:p>
    <w:p w:rsidR="00C63319" w:rsidRPr="00B165BE" w:rsidRDefault="001024D1" w:rsidP="006A42F7">
      <w:pPr>
        <w:pStyle w:val="Akapitzlist"/>
        <w:numPr>
          <w:ilvl w:val="0"/>
          <w:numId w:val="6"/>
        </w:numPr>
        <w:spacing w:before="120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>Mam prawo do wniesienia skargi do organu nadzorczego, którym jest Prezes Urzędu Ochrony Danych Osobowych</w:t>
      </w:r>
      <w:r w:rsidR="007163A8" w:rsidRPr="00B165BE">
        <w:rPr>
          <w:rFonts w:ascii="Arial" w:hAnsi="Arial" w:cs="Arial"/>
        </w:rPr>
        <w:t xml:space="preserve"> na adres ul. Stawki 2, 00-193 Warszawa, gdy przetwarzanie danych osobowych narusza przepisy RODO</w:t>
      </w:r>
      <w:r w:rsidRPr="00B165BE">
        <w:rPr>
          <w:rFonts w:ascii="Arial" w:hAnsi="Arial" w:cs="Arial"/>
        </w:rPr>
        <w:t>.</w:t>
      </w:r>
    </w:p>
    <w:p w:rsidR="00C63319" w:rsidRPr="00B165BE" w:rsidRDefault="001024D1" w:rsidP="006A42F7">
      <w:pPr>
        <w:pStyle w:val="Akapitzlist"/>
        <w:numPr>
          <w:ilvl w:val="0"/>
          <w:numId w:val="6"/>
        </w:numPr>
        <w:spacing w:before="120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>Mam prawo dostępu do treści swoich danych i ich sprostowania</w:t>
      </w:r>
      <w:r w:rsidR="007163A8" w:rsidRPr="00B165BE">
        <w:rPr>
          <w:rFonts w:ascii="Arial" w:hAnsi="Arial" w:cs="Arial"/>
        </w:rPr>
        <w:t>, usunięcia</w:t>
      </w:r>
      <w:r w:rsidR="00F54D93" w:rsidRPr="00B165BE">
        <w:rPr>
          <w:rFonts w:ascii="Arial" w:hAnsi="Arial" w:cs="Arial"/>
        </w:rPr>
        <w:t xml:space="preserve"> </w:t>
      </w:r>
      <w:r w:rsidRPr="00B165BE">
        <w:rPr>
          <w:rFonts w:ascii="Arial" w:hAnsi="Arial" w:cs="Arial"/>
        </w:rPr>
        <w:t>lub ograniczenia przetwarzania</w:t>
      </w:r>
      <w:r w:rsidR="007163A8" w:rsidRPr="00B165BE">
        <w:rPr>
          <w:rFonts w:ascii="Arial" w:hAnsi="Arial" w:cs="Arial"/>
        </w:rPr>
        <w:t>, jeżeli spełnione są przesłanki określone w art. 17, 18 i 19 RODO</w:t>
      </w:r>
      <w:r w:rsidRPr="00B165BE">
        <w:rPr>
          <w:rFonts w:ascii="Arial" w:hAnsi="Arial" w:cs="Arial"/>
        </w:rPr>
        <w:t>.</w:t>
      </w:r>
    </w:p>
    <w:p w:rsidR="005C271D" w:rsidRPr="00B165BE" w:rsidRDefault="00F54D93" w:rsidP="006A42F7">
      <w:pPr>
        <w:pStyle w:val="Akapitzlist"/>
        <w:numPr>
          <w:ilvl w:val="0"/>
          <w:numId w:val="6"/>
        </w:numPr>
        <w:spacing w:before="120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 xml:space="preserve">Mam obowiązek zaktualizować moje dane teleadresowe w przypadku, gdy ulegną one zmianie przed zakończeniem udziału w projekcie. </w:t>
      </w:r>
    </w:p>
    <w:p w:rsidR="005C271D" w:rsidRPr="00B165BE" w:rsidRDefault="00F54D93" w:rsidP="006A42F7">
      <w:pPr>
        <w:pStyle w:val="Akapitzlist"/>
        <w:numPr>
          <w:ilvl w:val="0"/>
          <w:numId w:val="6"/>
        </w:numPr>
        <w:spacing w:before="120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>Moje dane osobowe nie będą przekazywane do państwa trzeciego lub organizacji międzynarodowej.</w:t>
      </w:r>
    </w:p>
    <w:p w:rsidR="00F54D93" w:rsidRPr="00B165BE" w:rsidRDefault="00F54D93" w:rsidP="006A42F7">
      <w:pPr>
        <w:pStyle w:val="Akapitzlist"/>
        <w:numPr>
          <w:ilvl w:val="0"/>
          <w:numId w:val="6"/>
        </w:numPr>
        <w:spacing w:before="120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>Moje dane nie będą poddawane zautomatyzowanemu podejmowaniu decyzji</w:t>
      </w:r>
      <w:r w:rsidR="00C62EC6" w:rsidRPr="00B165BE">
        <w:rPr>
          <w:rFonts w:ascii="Arial" w:hAnsi="Arial" w:cs="Arial"/>
        </w:rPr>
        <w:t>, w tym profilowaniu</w:t>
      </w:r>
      <w:r w:rsidRPr="00B165BE">
        <w:rPr>
          <w:rFonts w:ascii="Arial" w:hAnsi="Arial" w:cs="Arial"/>
        </w:rPr>
        <w:t xml:space="preserve">. </w:t>
      </w:r>
    </w:p>
    <w:p w:rsidR="00F54D93" w:rsidRPr="00B165BE" w:rsidRDefault="00F54D93" w:rsidP="00DD3832">
      <w:pPr>
        <w:pStyle w:val="Nagwek2"/>
        <w:rPr>
          <w:rFonts w:ascii="Arial" w:hAnsi="Arial" w:cs="Arial"/>
          <w:sz w:val="24"/>
          <w:szCs w:val="24"/>
        </w:rPr>
      </w:pPr>
      <w:r w:rsidRPr="00B165BE">
        <w:rPr>
          <w:rFonts w:ascii="Arial" w:hAnsi="Arial" w:cs="Arial"/>
          <w:sz w:val="24"/>
          <w:szCs w:val="24"/>
        </w:rPr>
        <w:lastRenderedPageBreak/>
        <w:t>Uwagi dotyczące formularza zgłoszeniowego uczestnika projektu i</w:t>
      </w:r>
      <w:r w:rsidR="00A10BC2" w:rsidRPr="00B165BE">
        <w:rPr>
          <w:rFonts w:ascii="Arial" w:hAnsi="Arial" w:cs="Arial"/>
          <w:sz w:val="24"/>
          <w:szCs w:val="24"/>
        </w:rPr>
        <w:t> </w:t>
      </w:r>
      <w:r w:rsidRPr="00B165BE">
        <w:rPr>
          <w:rFonts w:ascii="Arial" w:hAnsi="Arial" w:cs="Arial"/>
          <w:sz w:val="24"/>
          <w:szCs w:val="24"/>
        </w:rPr>
        <w:t>przetwarzania szczególnych kategorii danych osobowych:</w:t>
      </w:r>
    </w:p>
    <w:p w:rsidR="00556CB7" w:rsidRPr="00B165BE" w:rsidRDefault="00F54D93" w:rsidP="00A10BC2">
      <w:pPr>
        <w:pStyle w:val="Akapitzlist"/>
        <w:numPr>
          <w:ilvl w:val="0"/>
          <w:numId w:val="12"/>
        </w:numPr>
        <w:spacing w:before="120"/>
        <w:ind w:left="425" w:hanging="425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>W celu rozpoczęcia udziału osoby w Projekcie EFS+ niezbędne jest podanie przez nią lub jej opiekuna prawnego danych</w:t>
      </w:r>
      <w:r w:rsidR="00556CB7" w:rsidRPr="00B165BE">
        <w:rPr>
          <w:rFonts w:ascii="Arial" w:hAnsi="Arial" w:cs="Arial"/>
        </w:rPr>
        <w:t xml:space="preserve"> osobowych, o których mowa w art. 87 </w:t>
      </w:r>
      <w:r w:rsidR="00556CB7" w:rsidRPr="00B165BE">
        <w:rPr>
          <w:rFonts w:ascii="Arial" w:hAnsi="Arial" w:cs="Arial"/>
          <w:bCs/>
        </w:rPr>
        <w:t>ustawy z dnia 28</w:t>
      </w:r>
      <w:r w:rsidR="00710946" w:rsidRPr="00B165BE">
        <w:rPr>
          <w:rFonts w:ascii="Arial" w:hAnsi="Arial" w:cs="Arial"/>
          <w:bCs/>
        </w:rPr>
        <w:t> </w:t>
      </w:r>
      <w:r w:rsidR="00556CB7" w:rsidRPr="00B165BE">
        <w:rPr>
          <w:rFonts w:ascii="Arial" w:hAnsi="Arial" w:cs="Arial"/>
          <w:bCs/>
        </w:rPr>
        <w:t xml:space="preserve">kwietnia 2022 r. </w:t>
      </w:r>
      <w:r w:rsidR="00556CB7" w:rsidRPr="00B165BE">
        <w:rPr>
          <w:rFonts w:ascii="Arial" w:hAnsi="Arial" w:cs="Arial"/>
        </w:rPr>
        <w:t>o zasadach realizacji zadań finansowanych ze środków europejskich w perspektywie finansowej 2021–2027</w:t>
      </w:r>
      <w:r w:rsidR="003D557F" w:rsidRPr="00B165BE">
        <w:rPr>
          <w:rFonts w:ascii="Arial" w:hAnsi="Arial" w:cs="Arial"/>
        </w:rPr>
        <w:t xml:space="preserve"> </w:t>
      </w:r>
      <w:r w:rsidR="003D557F" w:rsidRPr="00B165BE">
        <w:rPr>
          <w:rFonts w:ascii="Arial" w:hAnsi="Arial" w:cs="Arial"/>
          <w:bCs/>
          <w:color w:val="000000"/>
        </w:rPr>
        <w:t xml:space="preserve">(Dz. U. poz. 1079). </w:t>
      </w:r>
    </w:p>
    <w:p w:rsidR="00710946" w:rsidRPr="00B165BE" w:rsidRDefault="00F54D93" w:rsidP="00CE1D3A">
      <w:pPr>
        <w:pStyle w:val="Akapitzlist"/>
        <w:numPr>
          <w:ilvl w:val="0"/>
          <w:numId w:val="12"/>
        </w:numPr>
        <w:spacing w:before="240"/>
        <w:ind w:left="425" w:hanging="425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>Osoba zgłaszająca się do Projektu EFS+ może odmówić podania szczególnych kategorii danych osobowych w zakresie:</w:t>
      </w:r>
    </w:p>
    <w:p w:rsidR="00710946" w:rsidRPr="00B165BE" w:rsidRDefault="00F54D93" w:rsidP="00710946">
      <w:pPr>
        <w:pStyle w:val="Akapitzlist"/>
        <w:numPr>
          <w:ilvl w:val="1"/>
          <w:numId w:val="12"/>
        </w:numPr>
        <w:spacing w:before="120"/>
        <w:ind w:left="850" w:hanging="425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>Osoba należąca do mniejszości narodowej lub etnicznej, migrant, osoba obcego pochodzenia</w:t>
      </w:r>
      <w:r w:rsidR="00710946" w:rsidRPr="00B165BE">
        <w:rPr>
          <w:rFonts w:ascii="Arial" w:hAnsi="Arial" w:cs="Arial"/>
        </w:rPr>
        <w:t>,</w:t>
      </w:r>
    </w:p>
    <w:p w:rsidR="00710946" w:rsidRPr="00B165BE" w:rsidRDefault="00F54D93" w:rsidP="00710946">
      <w:pPr>
        <w:pStyle w:val="Akapitzlist"/>
        <w:numPr>
          <w:ilvl w:val="1"/>
          <w:numId w:val="12"/>
        </w:numPr>
        <w:spacing w:before="120"/>
        <w:ind w:left="850" w:hanging="425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>Osoba z niepełnosprawnościami</w:t>
      </w:r>
      <w:r w:rsidR="00710946" w:rsidRPr="00B165BE">
        <w:rPr>
          <w:rFonts w:ascii="Arial" w:hAnsi="Arial" w:cs="Arial"/>
        </w:rPr>
        <w:t>,</w:t>
      </w:r>
    </w:p>
    <w:p w:rsidR="00F54D93" w:rsidRDefault="00F54D93" w:rsidP="00A8394C">
      <w:pPr>
        <w:pStyle w:val="Akapitzlist"/>
        <w:numPr>
          <w:ilvl w:val="0"/>
          <w:numId w:val="12"/>
        </w:numPr>
        <w:spacing w:before="120"/>
        <w:ind w:left="426" w:hanging="426"/>
        <w:contextualSpacing w:val="0"/>
        <w:rPr>
          <w:rFonts w:ascii="Arial" w:hAnsi="Arial" w:cs="Arial"/>
        </w:rPr>
      </w:pPr>
      <w:r w:rsidRPr="00B165BE">
        <w:rPr>
          <w:rFonts w:ascii="Arial" w:hAnsi="Arial" w:cs="Arial"/>
        </w:rPr>
        <w:t xml:space="preserve">Niekompletność danych w ww. zakresie nie oznacza </w:t>
      </w:r>
      <w:proofErr w:type="spellStart"/>
      <w:r w:rsidRPr="00B165BE">
        <w:rPr>
          <w:rFonts w:ascii="Arial" w:hAnsi="Arial" w:cs="Arial"/>
        </w:rPr>
        <w:t>niekwalifikowalności</w:t>
      </w:r>
      <w:proofErr w:type="spellEnd"/>
      <w:r w:rsidRPr="00B165BE">
        <w:rPr>
          <w:rFonts w:ascii="Arial" w:hAnsi="Arial" w:cs="Arial"/>
        </w:rPr>
        <w:t xml:space="preserve"> danego uczestnika z wyjątkiem sytuacji, kiedy projekt skierowany jest do grup charakteryzujących się przedmiotowymi cechami, wówczas odmowa ta skutkuje brakiem możliwości weryfikacji kwalifikowalności uczestnika oraz prowadzi do niezakwalifikowania się do</w:t>
      </w:r>
      <w:r w:rsidR="0018599B">
        <w:rPr>
          <w:rFonts w:ascii="Arial" w:hAnsi="Arial" w:cs="Arial"/>
        </w:rPr>
        <w:t xml:space="preserve"> udziału w Projekcie EFS+</w:t>
      </w:r>
      <w:r w:rsidRPr="00B165BE">
        <w:rPr>
          <w:rFonts w:ascii="Arial" w:hAnsi="Arial" w:cs="Arial"/>
        </w:rPr>
        <w:t>.</w:t>
      </w:r>
    </w:p>
    <w:p w:rsidR="00B955AE" w:rsidRDefault="00B955AE" w:rsidP="00B955AE">
      <w:pPr>
        <w:spacing w:after="0" w:line="240" w:lineRule="auto"/>
        <w:rPr>
          <w:rFonts w:ascii="Arial" w:hAnsi="Arial" w:cs="Arial"/>
          <w:iCs/>
        </w:rPr>
      </w:pPr>
      <w:r w:rsidRPr="00B955AE">
        <w:rPr>
          <w:rFonts w:ascii="Arial" w:hAnsi="Arial" w:cs="Arial"/>
          <w:iCs/>
        </w:rPr>
        <w:t xml:space="preserve"> </w:t>
      </w:r>
    </w:p>
    <w:p w:rsidR="00B955AE" w:rsidRPr="00B955AE" w:rsidRDefault="00B955AE" w:rsidP="00B955AE">
      <w:pPr>
        <w:spacing w:after="0" w:line="240" w:lineRule="auto"/>
        <w:rPr>
          <w:rFonts w:ascii="Arial" w:hAnsi="Arial" w:cs="Arial"/>
          <w:iCs/>
        </w:rPr>
      </w:pPr>
      <w:r w:rsidRPr="00B955AE">
        <w:rPr>
          <w:rFonts w:ascii="Arial" w:hAnsi="Arial" w:cs="Arial"/>
          <w:iCs/>
        </w:rPr>
        <w:t xml:space="preserve"> ……………………………………  </w:t>
      </w:r>
      <w:r w:rsidRPr="00B955AE">
        <w:rPr>
          <w:rFonts w:ascii="Arial" w:hAnsi="Arial" w:cs="Arial"/>
          <w:iCs/>
        </w:rPr>
        <w:tab/>
        <w:t xml:space="preserve">          </w:t>
      </w:r>
      <w:r w:rsidRPr="00B955AE">
        <w:rPr>
          <w:rFonts w:ascii="Arial" w:hAnsi="Arial" w:cs="Arial"/>
          <w:iCs/>
        </w:rPr>
        <w:tab/>
        <w:t xml:space="preserve">               </w:t>
      </w:r>
    </w:p>
    <w:p w:rsidR="00B955AE" w:rsidRDefault="00B955AE" w:rsidP="00B955AE">
      <w:pPr>
        <w:spacing w:after="0" w:line="240" w:lineRule="auto"/>
        <w:rPr>
          <w:rFonts w:ascii="Arial" w:hAnsi="Arial" w:cs="Arial"/>
          <w:iCs/>
        </w:rPr>
      </w:pPr>
      <w:r w:rsidRPr="00B955AE">
        <w:rPr>
          <w:rFonts w:ascii="Arial" w:hAnsi="Arial" w:cs="Arial"/>
          <w:iCs/>
        </w:rPr>
        <w:t xml:space="preserve">           Miejscowość, data                                </w:t>
      </w:r>
      <w:r w:rsidRPr="00B955AE">
        <w:rPr>
          <w:rFonts w:ascii="Arial" w:hAnsi="Arial" w:cs="Arial"/>
          <w:iCs/>
        </w:rPr>
        <w:tab/>
        <w:t xml:space="preserve">  </w:t>
      </w:r>
      <w:r w:rsidRPr="00B955AE">
        <w:rPr>
          <w:rFonts w:ascii="Arial" w:hAnsi="Arial" w:cs="Arial"/>
          <w:iCs/>
        </w:rPr>
        <w:tab/>
        <w:t xml:space="preserve">   </w:t>
      </w:r>
    </w:p>
    <w:p w:rsidR="00B955AE" w:rsidRDefault="00B955AE" w:rsidP="00B955AE">
      <w:pPr>
        <w:spacing w:before="600" w:after="200"/>
        <w:rPr>
          <w:rFonts w:ascii="Arial" w:hAnsi="Arial" w:cs="Arial"/>
          <w:iCs/>
        </w:rPr>
      </w:pPr>
      <w:r w:rsidRPr="00B955AE">
        <w:rPr>
          <w:rFonts w:ascii="Arial" w:hAnsi="Arial" w:cs="Arial"/>
          <w:iCs/>
        </w:rPr>
        <w:t xml:space="preserve">Czytelny podpis </w:t>
      </w:r>
      <w:r>
        <w:rPr>
          <w:rFonts w:ascii="Arial" w:hAnsi="Arial" w:cs="Arial"/>
          <w:iCs/>
        </w:rPr>
        <w:t>uczestnika projektu</w:t>
      </w:r>
      <w:r w:rsidR="00B242A5">
        <w:rPr>
          <w:rFonts w:ascii="Arial" w:hAnsi="Arial" w:cs="Arial"/>
          <w:iCs/>
        </w:rPr>
        <w:t>*</w:t>
      </w:r>
      <w:r w:rsidRPr="00B955AE">
        <w:rPr>
          <w:rFonts w:ascii="Arial" w:hAnsi="Arial" w:cs="Arial"/>
          <w:iCs/>
        </w:rPr>
        <w:t xml:space="preserve"> ………………………………………….…….</w:t>
      </w:r>
    </w:p>
    <w:p w:rsidR="00B955AE" w:rsidRPr="00B955AE" w:rsidRDefault="00B955AE" w:rsidP="00B955AE">
      <w:pPr>
        <w:spacing w:before="600" w:after="200"/>
        <w:rPr>
          <w:rFonts w:ascii="Arial" w:hAnsi="Arial" w:cs="Arial"/>
          <w:iCs/>
        </w:rPr>
      </w:pPr>
      <w:r w:rsidRPr="00B955AE">
        <w:rPr>
          <w:rFonts w:ascii="Arial" w:hAnsi="Arial" w:cs="Arial"/>
          <w:iCs/>
        </w:rPr>
        <w:t>Czytelny p</w:t>
      </w:r>
      <w:r w:rsidR="00B242A5">
        <w:rPr>
          <w:rFonts w:ascii="Arial" w:hAnsi="Arial" w:cs="Arial"/>
          <w:iCs/>
        </w:rPr>
        <w:t>odpis rodzica/opiekuna prawnego</w:t>
      </w:r>
      <w:r w:rsidRPr="00B955AE">
        <w:rPr>
          <w:rFonts w:ascii="Arial" w:hAnsi="Arial" w:cs="Arial"/>
          <w:iCs/>
        </w:rPr>
        <w:t>…………………………………………………..</w:t>
      </w:r>
    </w:p>
    <w:p w:rsidR="00B955AE" w:rsidRDefault="00B955AE" w:rsidP="00B955AE">
      <w:pPr>
        <w:spacing w:after="0" w:line="240" w:lineRule="auto"/>
        <w:rPr>
          <w:rFonts w:ascii="Arial" w:hAnsi="Arial" w:cs="Arial"/>
          <w:iCs/>
        </w:rPr>
      </w:pPr>
    </w:p>
    <w:p w:rsidR="00B955AE" w:rsidRPr="00B955AE" w:rsidRDefault="00B955AE" w:rsidP="00B955AE">
      <w:pPr>
        <w:spacing w:after="0" w:line="240" w:lineRule="auto"/>
        <w:rPr>
          <w:rFonts w:ascii="Arial" w:hAnsi="Arial" w:cs="Arial"/>
          <w:iCs/>
        </w:rPr>
      </w:pPr>
      <w:r w:rsidRPr="00B955AE">
        <w:rPr>
          <w:rFonts w:ascii="Arial" w:hAnsi="Arial" w:cs="Arial"/>
          <w:iCs/>
        </w:rPr>
        <w:t>*jeśli dotyczy</w:t>
      </w:r>
    </w:p>
    <w:p w:rsidR="001024D1" w:rsidRPr="00B955AE" w:rsidRDefault="001024D1" w:rsidP="00B955AE">
      <w:pPr>
        <w:spacing w:after="0" w:line="240" w:lineRule="auto"/>
        <w:rPr>
          <w:rFonts w:ascii="Arial" w:hAnsi="Arial" w:cs="Arial"/>
          <w:iCs/>
        </w:rPr>
      </w:pPr>
    </w:p>
    <w:sectPr w:rsidR="001024D1" w:rsidRPr="00B955AE" w:rsidSect="00A2686F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2" w:right="1418" w:bottom="1560" w:left="1418" w:header="142" w:footer="2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79D" w:rsidRDefault="00DC379D">
      <w:r>
        <w:separator/>
      </w:r>
    </w:p>
  </w:endnote>
  <w:endnote w:type="continuationSeparator" w:id="0">
    <w:p w:rsidR="00DC379D" w:rsidRDefault="00DC3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0E3" w:rsidRDefault="00E930E3">
    <w:pPr>
      <w:pStyle w:val="Stopka"/>
    </w:pPr>
    <w:r w:rsidRPr="00E930E3">
      <w:rPr>
        <w:noProof/>
      </w:rPr>
      <w:drawing>
        <wp:anchor distT="0" distB="0" distL="114300" distR="114300" simplePos="0" relativeHeight="251671552" behindDoc="1" locked="0" layoutInCell="1" allowOverlap="1">
          <wp:simplePos x="0" y="0"/>
          <wp:positionH relativeFrom="column">
            <wp:posOffset>1052195</wp:posOffset>
          </wp:positionH>
          <wp:positionV relativeFrom="paragraph">
            <wp:posOffset>-105410</wp:posOffset>
          </wp:positionV>
          <wp:extent cx="3962400" cy="409575"/>
          <wp:effectExtent l="19050" t="0" r="0" b="0"/>
          <wp:wrapTight wrapText="bothSides">
            <wp:wrapPolygon edited="0">
              <wp:start x="-104" y="0"/>
              <wp:lineTo x="-104" y="21098"/>
              <wp:lineTo x="21600" y="21098"/>
              <wp:lineTo x="21600" y="0"/>
              <wp:lineTo x="-104" y="0"/>
            </wp:wrapPolygon>
          </wp:wrapTight>
          <wp:docPr id="4" name="Obraz 1" descr="Fundusze Europejskie dla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2400" cy="409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500" w:rsidRPr="00B01F08" w:rsidRDefault="00E846BB" w:rsidP="00DD3832">
    <w:pPr>
      <w:pStyle w:val="Stopka"/>
      <w:tabs>
        <w:tab w:val="clear" w:pos="4536"/>
        <w:tab w:val="clear" w:pos="9072"/>
        <w:tab w:val="center" w:pos="1338"/>
      </w:tabs>
      <w:ind w:left="-1134"/>
    </w:pPr>
    <w:r>
      <w:rPr>
        <w:noProof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column">
            <wp:posOffset>899795</wp:posOffset>
          </wp:positionH>
          <wp:positionV relativeFrom="paragraph">
            <wp:posOffset>-257810</wp:posOffset>
          </wp:positionV>
          <wp:extent cx="3962400" cy="409575"/>
          <wp:effectExtent l="19050" t="0" r="0" b="0"/>
          <wp:wrapTight wrapText="bothSides">
            <wp:wrapPolygon edited="0">
              <wp:start x="-104" y="0"/>
              <wp:lineTo x="-104" y="21098"/>
              <wp:lineTo x="21600" y="21098"/>
              <wp:lineTo x="21600" y="0"/>
              <wp:lineTo x="-104" y="0"/>
            </wp:wrapPolygon>
          </wp:wrapTight>
          <wp:docPr id="1" name="Obraz 1" descr="Fundusze Europejskie dla Pomorza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2400" cy="409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C379D">
      <w:rPr>
        <w:noProof/>
      </w:rPr>
      <w:pict>
        <v:line id="Łącznik prosty 2" o:spid="_x0000_s2051" style="position:absolute;left:0;text-align:left;z-index:251662336;visibility:visible;mso-wrap-distance-top:-6e-5mm;mso-wrap-distance-bottom:-6e-5mm;mso-position-horizontal-relative:text;mso-position-vertical-relative:text;mso-width-relative:margin" from="-52.5pt,-32.15pt" to="512.45pt,-3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" strokecolor="black [3213]" strokeweight=".25pt">
          <v:stroke joinstyle="miter"/>
          <o:lock v:ext="edit" shapetype="f"/>
        </v:line>
      </w:pict>
    </w:r>
    <w:r w:rsidR="00DD3832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79D" w:rsidRDefault="00DC379D">
      <w:r>
        <w:separator/>
      </w:r>
    </w:p>
  </w:footnote>
  <w:footnote w:type="continuationSeparator" w:id="0">
    <w:p w:rsidR="00DC379D" w:rsidRDefault="00DC3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ACC" w:rsidRDefault="002D304D" w:rsidP="00E930E3">
    <w:pPr>
      <w:pStyle w:val="Nagwek"/>
    </w:pPr>
    <w:r w:rsidRPr="002D304D">
      <w:rPr>
        <w:noProof/>
      </w:rPr>
      <w:drawing>
        <wp:inline distT="0" distB="0" distL="0" distR="0">
          <wp:extent cx="5759450" cy="669290"/>
          <wp:effectExtent l="19050" t="0" r="0" b="0"/>
          <wp:docPr id="8" name="Obraz 0" descr="Pasek_mono_FEP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mono_FEP 2021-2027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930E3" w:rsidRDefault="00DC379D" w:rsidP="00E930E3">
    <w:pPr>
      <w:pStyle w:val="Nagwek"/>
    </w:pPr>
    <w:r>
      <w:rPr>
        <w:noProof/>
      </w:rPr>
      <w:pict>
        <v:line id="Łącznik prosty 6" o:spid="_x0000_s2050" style="position:absolute;z-index:251672576;visibility:visible;mso-wrap-distance-top:-6e-5mm;mso-wrap-distance-bottom:-6e-5mm;mso-width-relative:margin" from="-55.5pt,-1.05pt" to="509.45pt,-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" strokecolor="black [3213]" strokeweight=".25pt">
          <v:stroke joinstyle="miter"/>
          <o:lock v:ext="edit" shapetype="f"/>
        </v:line>
      </w:pict>
    </w:r>
    <w:r>
      <w:rPr>
        <w:noProof/>
      </w:rPr>
      <w:pict>
        <v:line id="_x0000_s2053" style="position:absolute;z-index:251673600;visibility:visible;mso-wrap-distance-top:-6e-5mm;mso-wrap-distance-bottom:-6e-5mm;mso-width-relative:margin" from="-28.5pt,731.85pt" to="536.45pt,7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" strokecolor="black [3213]" strokeweight=".25pt">
          <v:stroke joinstyle="miter"/>
          <o:lock v:ext="edit" shapetype="f"/>
        </v:lin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74EA" w:rsidRDefault="002D304D" w:rsidP="00E930E3">
    <w:pPr>
      <w:pStyle w:val="Nagwek"/>
    </w:pPr>
    <w:r w:rsidRPr="002D304D">
      <w:rPr>
        <w:noProof/>
      </w:rPr>
      <w:drawing>
        <wp:inline distT="0" distB="0" distL="0" distR="0">
          <wp:extent cx="5759450" cy="669290"/>
          <wp:effectExtent l="19050" t="0" r="0" b="0"/>
          <wp:docPr id="5" name="Obraz 0" descr="Pasek_mono_FEP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mono_FEP 2021-2027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C379D">
      <w:rPr>
        <w:noProof/>
      </w:rPr>
      <w:pict>
        <v:line id="Łącznik prosty 5" o:spid="_x0000_s2052" style="position:absolute;z-index:251659264;visibility:visible;mso-wrap-distance-top:-6e-5mm;mso-wrap-distance-bottom:-6e-5mm;mso-position-horizontal-relative:text;mso-position-vertical-relative:text" from="-58.9pt,68.6pt" to="512.6pt,6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" strokecolor="black [3213]" strokeweight=".25pt">
          <v:stroke joinstyle="miter"/>
          <o:lock v:ext="edit" shapetype="f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F092B84"/>
    <w:multiLevelType w:val="multilevel"/>
    <w:tmpl w:val="62140FE6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155CB"/>
    <w:multiLevelType w:val="hybridMultilevel"/>
    <w:tmpl w:val="3CF01A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5069A"/>
    <w:multiLevelType w:val="hybridMultilevel"/>
    <w:tmpl w:val="6F5C88EE"/>
    <w:lvl w:ilvl="0" w:tplc="7D302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473EAE"/>
    <w:multiLevelType w:val="hybridMultilevel"/>
    <w:tmpl w:val="EEC6D7D8"/>
    <w:lvl w:ilvl="0" w:tplc="7AE889E2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B15AE"/>
    <w:multiLevelType w:val="multilevel"/>
    <w:tmpl w:val="7F7AF15C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Bidi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 w15:restartNumberingAfterBreak="0">
    <w:nsid w:val="2F644867"/>
    <w:multiLevelType w:val="hybridMultilevel"/>
    <w:tmpl w:val="B83C757E"/>
    <w:lvl w:ilvl="0" w:tplc="D19A865E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694C60"/>
    <w:multiLevelType w:val="multilevel"/>
    <w:tmpl w:val="52AC1DC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Theme="minorBidi" w:hAnsiTheme="minorBidi" w:cstheme="minorBidi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3BDD594B"/>
    <w:multiLevelType w:val="multilevel"/>
    <w:tmpl w:val="D69498BA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Theme="minorBidi" w:hAnsiTheme="minorBidi" w:cstheme="minorBidi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8" w15:restartNumberingAfterBreak="0">
    <w:nsid w:val="587703F5"/>
    <w:multiLevelType w:val="hybridMultilevel"/>
    <w:tmpl w:val="79EA9C4A"/>
    <w:lvl w:ilvl="0" w:tplc="735C3082">
      <w:start w:val="1"/>
      <w:numFmt w:val="upperRoman"/>
      <w:pStyle w:val="Nagwek2"/>
      <w:lvlText w:val="%1."/>
      <w:lvlJc w:val="right"/>
      <w:pPr>
        <w:ind w:left="720" w:hanging="360"/>
      </w:pPr>
    </w:lvl>
    <w:lvl w:ilvl="1" w:tplc="76A07C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10" w15:restartNumberingAfterBreak="0">
    <w:nsid w:val="5EB76755"/>
    <w:multiLevelType w:val="hybridMultilevel"/>
    <w:tmpl w:val="141A6DD8"/>
    <w:lvl w:ilvl="0" w:tplc="FFFFFFFF">
      <w:start w:val="1"/>
      <w:numFmt w:val="ordinal"/>
      <w:lvlText w:val="%1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37077E"/>
    <w:multiLevelType w:val="multilevel"/>
    <w:tmpl w:val="890E78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64597915"/>
    <w:multiLevelType w:val="multilevel"/>
    <w:tmpl w:val="428E9EAC"/>
    <w:styleLink w:val="List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660E0247"/>
    <w:multiLevelType w:val="hybridMultilevel"/>
    <w:tmpl w:val="3594EE18"/>
    <w:lvl w:ilvl="0" w:tplc="9D8EC8D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sz w:val="24"/>
        <w:vertAlign w:val="baseline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16113"/>
    <w:multiLevelType w:val="hybridMultilevel"/>
    <w:tmpl w:val="B546F4C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6A19D2"/>
    <w:multiLevelType w:val="hybridMultilevel"/>
    <w:tmpl w:val="796A6A7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FA35C0A"/>
    <w:multiLevelType w:val="multilevel"/>
    <w:tmpl w:val="428E9EAC"/>
    <w:numStyleLink w:val="Lista1"/>
  </w:abstractNum>
  <w:num w:numId="1">
    <w:abstractNumId w:val="12"/>
  </w:num>
  <w:num w:numId="2">
    <w:abstractNumId w:val="16"/>
  </w:num>
  <w:num w:numId="3">
    <w:abstractNumId w:val="9"/>
  </w:num>
  <w:num w:numId="4">
    <w:abstractNumId w:val="6"/>
  </w:num>
  <w:num w:numId="5">
    <w:abstractNumId w:val="11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1"/>
  </w:num>
  <w:num w:numId="11">
    <w:abstractNumId w:val="8"/>
  </w:num>
  <w:num w:numId="12">
    <w:abstractNumId w:val="5"/>
  </w:num>
  <w:num w:numId="13">
    <w:abstractNumId w:val="2"/>
  </w:num>
  <w:num w:numId="14">
    <w:abstractNumId w:val="13"/>
  </w:num>
  <w:num w:numId="15">
    <w:abstractNumId w:val="0"/>
  </w:num>
  <w:num w:numId="16">
    <w:abstractNumId w:val="15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LE_Links" w:val="{BEEFC2DB-2919-4049-81D7-6204E7F8F5B0}"/>
  </w:docVars>
  <w:rsids>
    <w:rsidRoot w:val="001A02A1"/>
    <w:rsid w:val="000172BF"/>
    <w:rsid w:val="000174EA"/>
    <w:rsid w:val="000364DF"/>
    <w:rsid w:val="000537BB"/>
    <w:rsid w:val="00061F20"/>
    <w:rsid w:val="00062D76"/>
    <w:rsid w:val="00077BA9"/>
    <w:rsid w:val="00080D83"/>
    <w:rsid w:val="0008414A"/>
    <w:rsid w:val="00094E9D"/>
    <w:rsid w:val="000A3836"/>
    <w:rsid w:val="000D283E"/>
    <w:rsid w:val="000D40D7"/>
    <w:rsid w:val="000D7F4F"/>
    <w:rsid w:val="000E622B"/>
    <w:rsid w:val="001024D1"/>
    <w:rsid w:val="00103064"/>
    <w:rsid w:val="00103A2F"/>
    <w:rsid w:val="00116434"/>
    <w:rsid w:val="00120BC8"/>
    <w:rsid w:val="00124D4A"/>
    <w:rsid w:val="001304E7"/>
    <w:rsid w:val="00130B23"/>
    <w:rsid w:val="001520FF"/>
    <w:rsid w:val="001700E2"/>
    <w:rsid w:val="00172BEC"/>
    <w:rsid w:val="001826B1"/>
    <w:rsid w:val="00183AAA"/>
    <w:rsid w:val="0018591C"/>
    <w:rsid w:val="0018599B"/>
    <w:rsid w:val="001943D5"/>
    <w:rsid w:val="001A02A1"/>
    <w:rsid w:val="001A081C"/>
    <w:rsid w:val="001A3D33"/>
    <w:rsid w:val="001B210F"/>
    <w:rsid w:val="001B5251"/>
    <w:rsid w:val="001C256D"/>
    <w:rsid w:val="001D059A"/>
    <w:rsid w:val="001E08F1"/>
    <w:rsid w:val="00202ABA"/>
    <w:rsid w:val="002111E4"/>
    <w:rsid w:val="0021162E"/>
    <w:rsid w:val="00241C1F"/>
    <w:rsid w:val="002425AE"/>
    <w:rsid w:val="002529E4"/>
    <w:rsid w:val="002C6347"/>
    <w:rsid w:val="002D1160"/>
    <w:rsid w:val="002D304D"/>
    <w:rsid w:val="002D50A3"/>
    <w:rsid w:val="002D7C0D"/>
    <w:rsid w:val="002E188C"/>
    <w:rsid w:val="0030072C"/>
    <w:rsid w:val="00315901"/>
    <w:rsid w:val="00320AAC"/>
    <w:rsid w:val="00325198"/>
    <w:rsid w:val="003526F5"/>
    <w:rsid w:val="0035482A"/>
    <w:rsid w:val="00357405"/>
    <w:rsid w:val="003619F2"/>
    <w:rsid w:val="00365820"/>
    <w:rsid w:val="003924B2"/>
    <w:rsid w:val="0039693E"/>
    <w:rsid w:val="003B5837"/>
    <w:rsid w:val="003C554F"/>
    <w:rsid w:val="003D557F"/>
    <w:rsid w:val="0040149C"/>
    <w:rsid w:val="00404782"/>
    <w:rsid w:val="00406EB7"/>
    <w:rsid w:val="00410D1A"/>
    <w:rsid w:val="00414478"/>
    <w:rsid w:val="00420B8A"/>
    <w:rsid w:val="004430F4"/>
    <w:rsid w:val="00464281"/>
    <w:rsid w:val="00466803"/>
    <w:rsid w:val="004737E3"/>
    <w:rsid w:val="0048498A"/>
    <w:rsid w:val="00485851"/>
    <w:rsid w:val="004919BF"/>
    <w:rsid w:val="00492BD3"/>
    <w:rsid w:val="004B38AD"/>
    <w:rsid w:val="004B70BD"/>
    <w:rsid w:val="004C303B"/>
    <w:rsid w:val="004D056F"/>
    <w:rsid w:val="0052111D"/>
    <w:rsid w:val="00524568"/>
    <w:rsid w:val="005266B7"/>
    <w:rsid w:val="00540A0D"/>
    <w:rsid w:val="00550C4C"/>
    <w:rsid w:val="00556CB7"/>
    <w:rsid w:val="005760A9"/>
    <w:rsid w:val="00593C3B"/>
    <w:rsid w:val="00594464"/>
    <w:rsid w:val="005C271D"/>
    <w:rsid w:val="0060576F"/>
    <w:rsid w:val="0061767F"/>
    <w:rsid w:val="00622781"/>
    <w:rsid w:val="00623926"/>
    <w:rsid w:val="00640BFF"/>
    <w:rsid w:val="0066032A"/>
    <w:rsid w:val="00665A91"/>
    <w:rsid w:val="0069621B"/>
    <w:rsid w:val="006972EF"/>
    <w:rsid w:val="006A0CD1"/>
    <w:rsid w:val="006A42F7"/>
    <w:rsid w:val="006A5A12"/>
    <w:rsid w:val="006B4267"/>
    <w:rsid w:val="006C4BF6"/>
    <w:rsid w:val="006E1CBA"/>
    <w:rsid w:val="006E359B"/>
    <w:rsid w:val="006F0C63"/>
    <w:rsid w:val="006F209E"/>
    <w:rsid w:val="006F4A0D"/>
    <w:rsid w:val="00710946"/>
    <w:rsid w:val="007114B4"/>
    <w:rsid w:val="007163A8"/>
    <w:rsid w:val="007165E7"/>
    <w:rsid w:val="00727F94"/>
    <w:rsid w:val="007337EB"/>
    <w:rsid w:val="00743EA4"/>
    <w:rsid w:val="00745D18"/>
    <w:rsid w:val="00747172"/>
    <w:rsid w:val="00751C11"/>
    <w:rsid w:val="00776530"/>
    <w:rsid w:val="007906F1"/>
    <w:rsid w:val="00791E8E"/>
    <w:rsid w:val="007A0109"/>
    <w:rsid w:val="007B2500"/>
    <w:rsid w:val="007B26CB"/>
    <w:rsid w:val="007B3A99"/>
    <w:rsid w:val="007B5688"/>
    <w:rsid w:val="007B6A89"/>
    <w:rsid w:val="007D61D6"/>
    <w:rsid w:val="007E1B19"/>
    <w:rsid w:val="007F3623"/>
    <w:rsid w:val="008145EC"/>
    <w:rsid w:val="00821BD2"/>
    <w:rsid w:val="00827311"/>
    <w:rsid w:val="00834BB4"/>
    <w:rsid w:val="00835187"/>
    <w:rsid w:val="0083582C"/>
    <w:rsid w:val="00872381"/>
    <w:rsid w:val="00873501"/>
    <w:rsid w:val="00876326"/>
    <w:rsid w:val="00883233"/>
    <w:rsid w:val="008945D9"/>
    <w:rsid w:val="008A58AF"/>
    <w:rsid w:val="008B093C"/>
    <w:rsid w:val="008C3248"/>
    <w:rsid w:val="008C52E2"/>
    <w:rsid w:val="00921417"/>
    <w:rsid w:val="00925121"/>
    <w:rsid w:val="00933F6C"/>
    <w:rsid w:val="00936451"/>
    <w:rsid w:val="00937C79"/>
    <w:rsid w:val="009706FB"/>
    <w:rsid w:val="009726FB"/>
    <w:rsid w:val="009838B3"/>
    <w:rsid w:val="00986527"/>
    <w:rsid w:val="0098780C"/>
    <w:rsid w:val="00992830"/>
    <w:rsid w:val="009A320C"/>
    <w:rsid w:val="009A4ACC"/>
    <w:rsid w:val="009D4F68"/>
    <w:rsid w:val="009D71C1"/>
    <w:rsid w:val="009D7CAD"/>
    <w:rsid w:val="009F2CF0"/>
    <w:rsid w:val="00A0160D"/>
    <w:rsid w:val="00A04690"/>
    <w:rsid w:val="00A10BC2"/>
    <w:rsid w:val="00A22672"/>
    <w:rsid w:val="00A2686F"/>
    <w:rsid w:val="00A35115"/>
    <w:rsid w:val="00A40DD3"/>
    <w:rsid w:val="00A414E7"/>
    <w:rsid w:val="00A5332B"/>
    <w:rsid w:val="00A821C9"/>
    <w:rsid w:val="00A830EB"/>
    <w:rsid w:val="00A8311B"/>
    <w:rsid w:val="00A8394C"/>
    <w:rsid w:val="00A95202"/>
    <w:rsid w:val="00AD1EFE"/>
    <w:rsid w:val="00AD37C3"/>
    <w:rsid w:val="00AD51FC"/>
    <w:rsid w:val="00AD7E56"/>
    <w:rsid w:val="00AF1749"/>
    <w:rsid w:val="00AF7E17"/>
    <w:rsid w:val="00B0022D"/>
    <w:rsid w:val="00B01F08"/>
    <w:rsid w:val="00B165BE"/>
    <w:rsid w:val="00B16E8F"/>
    <w:rsid w:val="00B23F14"/>
    <w:rsid w:val="00B242A5"/>
    <w:rsid w:val="00B2442F"/>
    <w:rsid w:val="00B2476E"/>
    <w:rsid w:val="00B30401"/>
    <w:rsid w:val="00B4386B"/>
    <w:rsid w:val="00B6637D"/>
    <w:rsid w:val="00B82FF8"/>
    <w:rsid w:val="00B955AE"/>
    <w:rsid w:val="00BB009E"/>
    <w:rsid w:val="00BB0876"/>
    <w:rsid w:val="00BB76D0"/>
    <w:rsid w:val="00BC14E6"/>
    <w:rsid w:val="00BC363C"/>
    <w:rsid w:val="00BC4ADD"/>
    <w:rsid w:val="00BE53E2"/>
    <w:rsid w:val="00BE5FC1"/>
    <w:rsid w:val="00BE732C"/>
    <w:rsid w:val="00BF61E6"/>
    <w:rsid w:val="00BF7E6C"/>
    <w:rsid w:val="00C04358"/>
    <w:rsid w:val="00C15DAB"/>
    <w:rsid w:val="00C17ADF"/>
    <w:rsid w:val="00C268A0"/>
    <w:rsid w:val="00C377A0"/>
    <w:rsid w:val="00C57BB1"/>
    <w:rsid w:val="00C62C24"/>
    <w:rsid w:val="00C62EC6"/>
    <w:rsid w:val="00C63319"/>
    <w:rsid w:val="00C635B6"/>
    <w:rsid w:val="00C709C3"/>
    <w:rsid w:val="00C77D36"/>
    <w:rsid w:val="00C82C36"/>
    <w:rsid w:val="00CA4FBD"/>
    <w:rsid w:val="00CA5CBD"/>
    <w:rsid w:val="00CB4641"/>
    <w:rsid w:val="00CC24AC"/>
    <w:rsid w:val="00CE005B"/>
    <w:rsid w:val="00D0361A"/>
    <w:rsid w:val="00D1150B"/>
    <w:rsid w:val="00D30ADD"/>
    <w:rsid w:val="00D345D3"/>
    <w:rsid w:val="00D412A5"/>
    <w:rsid w:val="00D43A0D"/>
    <w:rsid w:val="00D46867"/>
    <w:rsid w:val="00D526F3"/>
    <w:rsid w:val="00D57724"/>
    <w:rsid w:val="00D674BA"/>
    <w:rsid w:val="00DA2034"/>
    <w:rsid w:val="00DC379D"/>
    <w:rsid w:val="00DC733E"/>
    <w:rsid w:val="00DD3832"/>
    <w:rsid w:val="00DD7466"/>
    <w:rsid w:val="00DE5229"/>
    <w:rsid w:val="00DF1E6A"/>
    <w:rsid w:val="00DF57BE"/>
    <w:rsid w:val="00E06500"/>
    <w:rsid w:val="00E072F9"/>
    <w:rsid w:val="00E07D1A"/>
    <w:rsid w:val="00E13ABE"/>
    <w:rsid w:val="00E162EF"/>
    <w:rsid w:val="00E45B33"/>
    <w:rsid w:val="00E539C6"/>
    <w:rsid w:val="00E57060"/>
    <w:rsid w:val="00E60F4E"/>
    <w:rsid w:val="00E64D96"/>
    <w:rsid w:val="00E81ADD"/>
    <w:rsid w:val="00E846BB"/>
    <w:rsid w:val="00E87616"/>
    <w:rsid w:val="00E90EF0"/>
    <w:rsid w:val="00E92611"/>
    <w:rsid w:val="00E930E3"/>
    <w:rsid w:val="00E96C60"/>
    <w:rsid w:val="00EA3CD7"/>
    <w:rsid w:val="00EA5C16"/>
    <w:rsid w:val="00EB756E"/>
    <w:rsid w:val="00ED4F0C"/>
    <w:rsid w:val="00EE526B"/>
    <w:rsid w:val="00EF000D"/>
    <w:rsid w:val="00F02994"/>
    <w:rsid w:val="00F1069A"/>
    <w:rsid w:val="00F15669"/>
    <w:rsid w:val="00F22D5C"/>
    <w:rsid w:val="00F41C4E"/>
    <w:rsid w:val="00F46E69"/>
    <w:rsid w:val="00F5032F"/>
    <w:rsid w:val="00F545A3"/>
    <w:rsid w:val="00F54D93"/>
    <w:rsid w:val="00F83EE2"/>
    <w:rsid w:val="00FA7EB4"/>
    <w:rsid w:val="00FB1502"/>
    <w:rsid w:val="00FB5706"/>
    <w:rsid w:val="00FB7887"/>
    <w:rsid w:val="00FD608F"/>
    <w:rsid w:val="00FE58D9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2E432695"/>
  <w15:docId w15:val="{34881F89-2B4A-419B-A1ED-B354A9563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6527"/>
    <w:pPr>
      <w:spacing w:after="120" w:line="276" w:lineRule="auto"/>
    </w:pPr>
    <w:rPr>
      <w:rFonts w:ascii="Calibri" w:hAnsi="Calibri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86527"/>
    <w:pPr>
      <w:keepNext/>
      <w:keepLines/>
      <w:spacing w:before="480" w:after="720"/>
      <w:jc w:val="center"/>
      <w:outlineLvl w:val="0"/>
    </w:pPr>
    <w:rPr>
      <w:rFonts w:eastAsiaTheme="majorEastAsia" w:cstheme="majorBidi"/>
      <w:b/>
      <w:sz w:val="32"/>
      <w:szCs w:val="36"/>
    </w:rPr>
  </w:style>
  <w:style w:type="paragraph" w:styleId="Nagwek2">
    <w:name w:val="heading 2"/>
    <w:basedOn w:val="Normalny"/>
    <w:next w:val="Normalny"/>
    <w:link w:val="Nagwek2Znak"/>
    <w:unhideWhenUsed/>
    <w:qFormat/>
    <w:rsid w:val="00DD3832"/>
    <w:pPr>
      <w:keepNext/>
      <w:keepLines/>
      <w:numPr>
        <w:numId w:val="11"/>
      </w:numPr>
      <w:spacing w:before="40" w:after="240"/>
      <w:ind w:left="714" w:hanging="357"/>
      <w:outlineLvl w:val="1"/>
    </w:pPr>
    <w:rPr>
      <w:rFonts w:asciiTheme="minorHAnsi" w:eastAsiaTheme="majorEastAsia" w:hAnsiTheme="minorHAnsi" w:cstheme="minorHAnsi"/>
      <w:b/>
      <w:color w:val="000000" w:themeColor="text1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1A02A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1A02A1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nhideWhenUsed/>
    <w:rsid w:val="00C377A0"/>
    <w:pPr>
      <w:spacing w:before="100" w:beforeAutospacing="1" w:after="100" w:afterAutospacing="1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120BC8"/>
    <w:pPr>
      <w:ind w:left="720"/>
      <w:contextualSpacing/>
    </w:pPr>
  </w:style>
  <w:style w:type="numbering" w:customStyle="1" w:styleId="Lista1">
    <w:name w:val="Lista1"/>
    <w:basedOn w:val="Bezlisty"/>
    <w:uiPriority w:val="99"/>
    <w:rsid w:val="00120BC8"/>
    <w:pPr>
      <w:numPr>
        <w:numId w:val="1"/>
      </w:numPr>
    </w:p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,f"/>
    <w:basedOn w:val="Normalny"/>
    <w:link w:val="TekstprzypisudolnegoZnak"/>
    <w:uiPriority w:val="99"/>
    <w:rsid w:val="00202ABA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,f Znak"/>
    <w:basedOn w:val="Domylnaczcionkaakapitu"/>
    <w:link w:val="Tekstprzypisudolnego"/>
    <w:uiPriority w:val="99"/>
    <w:rsid w:val="00202ABA"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rsid w:val="00202ABA"/>
    <w:rPr>
      <w:vertAlign w:val="superscript"/>
    </w:rPr>
  </w:style>
  <w:style w:type="paragraph" w:customStyle="1" w:styleId="CMSHeadL7">
    <w:name w:val="CMS Head L7"/>
    <w:basedOn w:val="Normalny"/>
    <w:rsid w:val="001024D1"/>
    <w:pPr>
      <w:numPr>
        <w:ilvl w:val="6"/>
        <w:numId w:val="3"/>
      </w:numPr>
      <w:spacing w:after="240" w:line="240" w:lineRule="auto"/>
      <w:outlineLvl w:val="6"/>
    </w:pPr>
    <w:rPr>
      <w:rFonts w:ascii="Times New Roman" w:hAnsi="Times New Roman"/>
      <w:sz w:val="22"/>
      <w:lang w:val="en-GB" w:eastAsia="en-US"/>
    </w:rPr>
  </w:style>
  <w:style w:type="paragraph" w:styleId="Poprawka">
    <w:name w:val="Revision"/>
    <w:hidden/>
    <w:uiPriority w:val="99"/>
    <w:semiHidden/>
    <w:rsid w:val="007163A8"/>
    <w:rPr>
      <w:rFonts w:ascii="Arial" w:hAnsi="Arial"/>
      <w:sz w:val="24"/>
      <w:szCs w:val="24"/>
    </w:rPr>
  </w:style>
  <w:style w:type="character" w:styleId="Odwoaniedokomentarza">
    <w:name w:val="annotation reference"/>
    <w:basedOn w:val="Domylnaczcionkaakapitu"/>
    <w:rsid w:val="00B4386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438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4386B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B438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4386B"/>
    <w:rPr>
      <w:rFonts w:ascii="Arial" w:hAnsi="Arial"/>
      <w:b/>
      <w:bCs/>
    </w:rPr>
  </w:style>
  <w:style w:type="table" w:customStyle="1" w:styleId="Zwykatabela41">
    <w:name w:val="Zwykła tabela 41"/>
    <w:basedOn w:val="Standardowy"/>
    <w:uiPriority w:val="44"/>
    <w:rsid w:val="00550C4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agwek1Znak">
    <w:name w:val="Nagłówek 1 Znak"/>
    <w:basedOn w:val="Domylnaczcionkaakapitu"/>
    <w:link w:val="Nagwek1"/>
    <w:rsid w:val="00986527"/>
    <w:rPr>
      <w:rFonts w:ascii="Calibri" w:eastAsiaTheme="majorEastAsia" w:hAnsi="Calibri" w:cstheme="majorBidi"/>
      <w:b/>
      <w:sz w:val="32"/>
      <w:szCs w:val="36"/>
    </w:rPr>
  </w:style>
  <w:style w:type="character" w:customStyle="1" w:styleId="Nagwek2Znak">
    <w:name w:val="Nagłówek 2 Znak"/>
    <w:basedOn w:val="Domylnaczcionkaakapitu"/>
    <w:link w:val="Nagwek2"/>
    <w:rsid w:val="00DD3832"/>
    <w:rPr>
      <w:rFonts w:asciiTheme="minorHAnsi" w:eastAsiaTheme="majorEastAsia" w:hAnsiTheme="minorHAnsi" w:cstheme="minorHAnsi"/>
      <w:b/>
      <w:color w:val="000000" w:themeColor="text1"/>
      <w:sz w:val="28"/>
      <w:szCs w:val="26"/>
    </w:rPr>
  </w:style>
  <w:style w:type="character" w:customStyle="1" w:styleId="mat-tooltip-trigger">
    <w:name w:val="mat-tooltip-trigger"/>
    <w:basedOn w:val="Domylnaczcionkaakapitu"/>
    <w:rsid w:val="000E622B"/>
  </w:style>
  <w:style w:type="character" w:customStyle="1" w:styleId="readonly-form-field-value">
    <w:name w:val="readonly-form-field-value"/>
    <w:basedOn w:val="Domylnaczcionkaakapitu"/>
    <w:rsid w:val="000E622B"/>
  </w:style>
  <w:style w:type="character" w:styleId="Hipercze">
    <w:name w:val="Hyperlink"/>
    <w:basedOn w:val="Domylnaczcionkaakapitu"/>
    <w:unhideWhenUsed/>
    <w:rsid w:val="006A42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95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wardokus\Desktop\listownik-Pomorskie-FE-UMWP-UE-EFRR-RPO2014-2020-2018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EEFC2DB-2919-4049-81D7-6204E7F8F5B0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listownik-Pomorskie-FE-UMWP-UE-EFRR-RPO2014-2020-2018.dot</Template>
  <TotalTime>13</TotalTime>
  <Pages>1</Pages>
  <Words>815</Words>
  <Characters>4893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Twardokus Marcin</dc:creator>
  <cp:lastModifiedBy>Jolanta Wuttkowska</cp:lastModifiedBy>
  <cp:revision>9</cp:revision>
  <cp:lastPrinted>2025-02-05T11:17:00Z</cp:lastPrinted>
  <dcterms:created xsi:type="dcterms:W3CDTF">2025-09-16T09:09:00Z</dcterms:created>
  <dcterms:modified xsi:type="dcterms:W3CDTF">2025-10-02T09:49:00Z</dcterms:modified>
</cp:coreProperties>
</file>